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0EF67" w14:textId="77777777" w:rsidR="00D049DE" w:rsidRPr="007512B9" w:rsidRDefault="00F65ABA">
      <w:pPr>
        <w:jc w:val="center"/>
        <w:rPr>
          <w:b/>
          <w:bCs/>
          <w:sz w:val="36"/>
          <w:szCs w:val="32"/>
        </w:rPr>
      </w:pPr>
      <w:r w:rsidRPr="007512B9">
        <w:rPr>
          <w:rFonts w:hint="eastAsia"/>
          <w:b/>
          <w:bCs/>
          <w:sz w:val="36"/>
          <w:szCs w:val="32"/>
        </w:rPr>
        <w:t>選挙運動用ビラ作成枚数確認申請書</w:t>
      </w:r>
    </w:p>
    <w:p w14:paraId="0F38AFB5" w14:textId="77777777" w:rsidR="007512B9" w:rsidRPr="00062053" w:rsidRDefault="007512B9" w:rsidP="007512B9">
      <w:pPr>
        <w:rPr>
          <w:sz w:val="24"/>
          <w:szCs w:val="22"/>
        </w:rPr>
      </w:pPr>
    </w:p>
    <w:p w14:paraId="0CB96017" w14:textId="77777777" w:rsidR="007512B9" w:rsidRPr="00062053" w:rsidRDefault="007512B9" w:rsidP="007512B9">
      <w:pPr>
        <w:jc w:val="right"/>
        <w:rPr>
          <w:sz w:val="24"/>
          <w:szCs w:val="24"/>
        </w:rPr>
      </w:pPr>
      <w:r w:rsidRPr="00062053">
        <w:rPr>
          <w:rFonts w:hint="eastAsia"/>
          <w:sz w:val="24"/>
          <w:szCs w:val="24"/>
        </w:rPr>
        <w:t xml:space="preserve">　　令和　　年　　月　　日</w:t>
      </w:r>
    </w:p>
    <w:p w14:paraId="3EA801B6" w14:textId="77777777" w:rsidR="007512B9" w:rsidRPr="00062053" w:rsidRDefault="007512B9" w:rsidP="007512B9">
      <w:pPr>
        <w:jc w:val="right"/>
        <w:rPr>
          <w:sz w:val="24"/>
          <w:szCs w:val="24"/>
        </w:rPr>
      </w:pPr>
    </w:p>
    <w:p w14:paraId="4E56752A" w14:textId="77777777" w:rsidR="007512B9" w:rsidRDefault="007512B9" w:rsidP="007512B9">
      <w:pPr>
        <w:rPr>
          <w:sz w:val="24"/>
          <w:szCs w:val="24"/>
        </w:rPr>
      </w:pPr>
      <w:r w:rsidRPr="00062053">
        <w:rPr>
          <w:rFonts w:hint="eastAsia"/>
          <w:sz w:val="24"/>
          <w:szCs w:val="24"/>
        </w:rPr>
        <w:t xml:space="preserve">　　美浜町選挙管理委員会委員長　様</w:t>
      </w:r>
    </w:p>
    <w:p w14:paraId="232D1A44" w14:textId="77777777" w:rsidR="007512B9" w:rsidRPr="00062053" w:rsidRDefault="007512B9" w:rsidP="007512B9">
      <w:pPr>
        <w:rPr>
          <w:sz w:val="24"/>
          <w:szCs w:val="24"/>
        </w:rPr>
      </w:pPr>
    </w:p>
    <w:p w14:paraId="65D9A220" w14:textId="77777777" w:rsidR="007512B9" w:rsidRDefault="007512B9" w:rsidP="007512B9">
      <w:pPr>
        <w:ind w:leftChars="2300" w:left="4830" w:rightChars="497" w:right="1044"/>
        <w:rPr>
          <w:sz w:val="24"/>
          <w:szCs w:val="24"/>
        </w:rPr>
      </w:pPr>
      <w:r w:rsidRPr="00062053">
        <w:rPr>
          <w:rFonts w:hint="eastAsia"/>
          <w:sz w:val="24"/>
          <w:szCs w:val="24"/>
        </w:rPr>
        <w:t>美浜町議会議員選挙</w:t>
      </w:r>
    </w:p>
    <w:p w14:paraId="2D3EC1B0" w14:textId="77777777" w:rsidR="007512B9" w:rsidRPr="00062053" w:rsidRDefault="007512B9" w:rsidP="007512B9">
      <w:pPr>
        <w:ind w:leftChars="2300" w:left="4830" w:rightChars="497" w:right="1044"/>
        <w:rPr>
          <w:sz w:val="24"/>
          <w:szCs w:val="24"/>
        </w:rPr>
      </w:pPr>
    </w:p>
    <w:p w14:paraId="692D859B" w14:textId="77777777" w:rsidR="007512B9" w:rsidRPr="00062053" w:rsidRDefault="007512B9" w:rsidP="007512B9">
      <w:pPr>
        <w:spacing w:afterLines="50" w:after="167"/>
        <w:ind w:leftChars="2300" w:left="4830"/>
        <w:rPr>
          <w:sz w:val="24"/>
          <w:szCs w:val="24"/>
        </w:rPr>
      </w:pPr>
      <w:r w:rsidRPr="00062053">
        <w:rPr>
          <w:rFonts w:hint="eastAsia"/>
          <w:sz w:val="24"/>
          <w:szCs w:val="24"/>
        </w:rPr>
        <w:t xml:space="preserve">候補者　　　　　　　　　　</w:t>
      </w:r>
    </w:p>
    <w:p w14:paraId="126B7F4D" w14:textId="77777777" w:rsidR="007512B9" w:rsidRPr="00062053" w:rsidRDefault="007512B9" w:rsidP="007512B9">
      <w:pPr>
        <w:ind w:right="-1"/>
        <w:rPr>
          <w:sz w:val="24"/>
          <w:szCs w:val="24"/>
        </w:rPr>
      </w:pPr>
    </w:p>
    <w:p w14:paraId="40FF6758" w14:textId="07C7BA2A" w:rsidR="007512B9" w:rsidRPr="001E5DB8" w:rsidRDefault="007512B9" w:rsidP="007512B9">
      <w:pPr>
        <w:spacing w:line="400" w:lineRule="exact"/>
        <w:rPr>
          <w:spacing w:val="-4"/>
          <w:sz w:val="28"/>
          <w:szCs w:val="28"/>
        </w:rPr>
      </w:pPr>
      <w:r w:rsidRPr="001E5DB8">
        <w:rPr>
          <w:rFonts w:hint="eastAsia"/>
          <w:spacing w:val="-4"/>
          <w:sz w:val="28"/>
          <w:szCs w:val="28"/>
        </w:rPr>
        <w:t xml:space="preserve">　令和</w:t>
      </w:r>
      <w:r w:rsidRPr="001E5DB8">
        <w:rPr>
          <w:spacing w:val="-4"/>
          <w:sz w:val="28"/>
          <w:szCs w:val="28"/>
        </w:rPr>
        <w:t>8</w:t>
      </w:r>
      <w:r w:rsidRPr="001E5DB8">
        <w:rPr>
          <w:rFonts w:hint="eastAsia"/>
          <w:spacing w:val="-4"/>
          <w:sz w:val="28"/>
          <w:szCs w:val="28"/>
        </w:rPr>
        <w:t>年</w:t>
      </w:r>
      <w:r w:rsidRPr="001E5DB8">
        <w:rPr>
          <w:spacing w:val="-4"/>
          <w:sz w:val="28"/>
          <w:szCs w:val="28"/>
        </w:rPr>
        <w:t>3</w:t>
      </w:r>
      <w:r w:rsidRPr="001E5DB8">
        <w:rPr>
          <w:rFonts w:hint="eastAsia"/>
          <w:spacing w:val="-4"/>
          <w:sz w:val="28"/>
          <w:szCs w:val="28"/>
        </w:rPr>
        <w:t>月</w:t>
      </w:r>
      <w:r w:rsidRPr="001E5DB8">
        <w:rPr>
          <w:spacing w:val="-4"/>
          <w:sz w:val="28"/>
          <w:szCs w:val="28"/>
        </w:rPr>
        <w:t>8</w:t>
      </w:r>
      <w:r w:rsidRPr="001E5DB8">
        <w:rPr>
          <w:rFonts w:hint="eastAsia"/>
          <w:spacing w:val="-4"/>
          <w:sz w:val="28"/>
          <w:szCs w:val="28"/>
        </w:rPr>
        <w:t>日執行の美浜町議会議員選挙において、下記の選挙運動用ビラ作成枚数につき、美浜町議会議員及び美浜町長の選挙における選挙運動の公営に関する条例第</w:t>
      </w:r>
      <w:r w:rsidRPr="001E5DB8">
        <w:rPr>
          <w:spacing w:val="-4"/>
          <w:sz w:val="28"/>
          <w:szCs w:val="28"/>
        </w:rPr>
        <w:t>8</w:t>
      </w:r>
      <w:r w:rsidRPr="001E5DB8">
        <w:rPr>
          <w:rFonts w:hint="eastAsia"/>
          <w:spacing w:val="-4"/>
          <w:sz w:val="28"/>
          <w:szCs w:val="28"/>
        </w:rPr>
        <w:t>条の規定による確認を受けたいので申請します。</w:t>
      </w:r>
    </w:p>
    <w:p w14:paraId="373BAFC6" w14:textId="77777777" w:rsidR="007512B9" w:rsidRDefault="007512B9" w:rsidP="007512B9">
      <w:pPr>
        <w:ind w:right="-1"/>
        <w:jc w:val="center"/>
        <w:rPr>
          <w:szCs w:val="21"/>
        </w:rPr>
      </w:pPr>
    </w:p>
    <w:p w14:paraId="22CFD7AC" w14:textId="77777777" w:rsidR="007512B9" w:rsidRDefault="007512B9" w:rsidP="007512B9">
      <w:pPr>
        <w:ind w:right="-1"/>
        <w:jc w:val="center"/>
        <w:rPr>
          <w:szCs w:val="21"/>
        </w:rPr>
      </w:pPr>
    </w:p>
    <w:p w14:paraId="07D318B3" w14:textId="77777777" w:rsidR="007512B9" w:rsidRPr="00AE665A" w:rsidRDefault="007512B9" w:rsidP="007512B9">
      <w:pPr>
        <w:ind w:right="-1"/>
        <w:jc w:val="center"/>
        <w:rPr>
          <w:szCs w:val="21"/>
        </w:rPr>
      </w:pPr>
      <w:r w:rsidRPr="00AE665A">
        <w:rPr>
          <w:rFonts w:hint="eastAsia"/>
          <w:szCs w:val="21"/>
        </w:rPr>
        <w:t>記</w:t>
      </w:r>
    </w:p>
    <w:p w14:paraId="48672F5E" w14:textId="77777777" w:rsidR="007512B9" w:rsidRDefault="007512B9" w:rsidP="007512B9"/>
    <w:p w14:paraId="638A13CC" w14:textId="77777777" w:rsidR="007512B9" w:rsidRPr="00002BD5" w:rsidRDefault="007512B9" w:rsidP="007512B9"/>
    <w:p w14:paraId="399106A9" w14:textId="77777777" w:rsidR="007512B9" w:rsidRPr="00002BD5" w:rsidRDefault="007512B9" w:rsidP="007512B9">
      <w:pPr>
        <w:ind w:left="315" w:hanging="315"/>
      </w:pPr>
      <w:r w:rsidRPr="00002BD5">
        <w:rPr>
          <w:rFonts w:hint="eastAsia"/>
        </w:rPr>
        <w:t>１</w:t>
      </w:r>
      <w:r>
        <w:rPr>
          <w:rFonts w:hint="eastAsia"/>
        </w:rPr>
        <w:t xml:space="preserve">　契約年月日　　　　</w:t>
      </w:r>
      <w:r w:rsidRPr="00002BD5">
        <w:rPr>
          <w:rFonts w:hint="eastAsia"/>
        </w:rPr>
        <w:t xml:space="preserve">　</w:t>
      </w:r>
      <w:r>
        <w:rPr>
          <w:rFonts w:hint="eastAsia"/>
        </w:rPr>
        <w:t>令和</w:t>
      </w:r>
      <w:r w:rsidRPr="00002BD5">
        <w:rPr>
          <w:rFonts w:hint="eastAsia"/>
        </w:rPr>
        <w:t xml:space="preserve">　</w:t>
      </w:r>
      <w:r>
        <w:rPr>
          <w:rFonts w:hint="eastAsia"/>
        </w:rPr>
        <w:t xml:space="preserve">　</w:t>
      </w:r>
      <w:r w:rsidRPr="00002BD5">
        <w:rPr>
          <w:rFonts w:hint="eastAsia"/>
        </w:rPr>
        <w:t>年　　月　　日</w:t>
      </w:r>
    </w:p>
    <w:p w14:paraId="0BB94F40" w14:textId="77777777" w:rsidR="007512B9" w:rsidRPr="00002BD5" w:rsidRDefault="007512B9" w:rsidP="007512B9">
      <w:pPr>
        <w:ind w:left="315" w:hanging="315"/>
      </w:pPr>
    </w:p>
    <w:p w14:paraId="5F21F329" w14:textId="77777777" w:rsidR="007512B9" w:rsidRDefault="007512B9" w:rsidP="007512B9">
      <w:pPr>
        <w:ind w:left="315" w:hanging="315"/>
      </w:pPr>
      <w:r w:rsidRPr="00002BD5">
        <w:rPr>
          <w:rFonts w:hint="eastAsia"/>
        </w:rPr>
        <w:t>２　契約の相手方</w:t>
      </w:r>
    </w:p>
    <w:p w14:paraId="347A4C7A" w14:textId="77777777" w:rsidR="007512B9" w:rsidRDefault="007512B9" w:rsidP="007512B9">
      <w:pPr>
        <w:ind w:leftChars="100" w:left="210" w:firstLineChars="200" w:firstLine="420"/>
      </w:pPr>
      <w:r>
        <w:rPr>
          <w:rFonts w:hint="eastAsia"/>
        </w:rPr>
        <w:t>住　　　　所</w:t>
      </w:r>
    </w:p>
    <w:p w14:paraId="52D4C354" w14:textId="77777777" w:rsidR="007512B9" w:rsidRPr="00002BD5" w:rsidRDefault="007512B9" w:rsidP="007512B9">
      <w:pPr>
        <w:ind w:leftChars="100" w:left="210" w:firstLineChars="200" w:firstLine="420"/>
      </w:pPr>
      <w:r w:rsidRPr="00002BD5">
        <w:rPr>
          <w:rFonts w:hint="eastAsia"/>
        </w:rPr>
        <w:t>氏名又は名称</w:t>
      </w:r>
    </w:p>
    <w:p w14:paraId="475653A5" w14:textId="77777777" w:rsidR="007512B9" w:rsidRPr="00AE665A" w:rsidRDefault="001E5DB8" w:rsidP="007512B9">
      <w:pPr>
        <w:spacing w:line="240" w:lineRule="exact"/>
        <w:ind w:leftChars="100" w:left="210" w:firstLineChars="300" w:firstLine="480"/>
        <w:rPr>
          <w:sz w:val="16"/>
          <w:szCs w:val="14"/>
        </w:rPr>
      </w:pPr>
      <w:r>
        <w:rPr>
          <w:noProof/>
          <w:sz w:val="16"/>
          <w:szCs w:val="14"/>
          <w:lang w:val="ja-JP"/>
        </w:rPr>
        <w:pict w14:anchorId="4142B58D">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0" type="#_x0000_t185" style="position:absolute;left:0;text-align:left;margin-left:28.15pt;margin-top:1.7pt;width:131.5pt;height:21.35pt;z-index:251659264">
            <v:textbox inset="5.85pt,.7pt,5.85pt,.7pt"/>
          </v:shape>
        </w:pict>
      </w:r>
      <w:r w:rsidR="007512B9" w:rsidRPr="00AE665A">
        <w:rPr>
          <w:rFonts w:hint="eastAsia"/>
          <w:sz w:val="16"/>
          <w:szCs w:val="14"/>
        </w:rPr>
        <w:t>法人にあっては、主たる事務所の</w:t>
      </w:r>
    </w:p>
    <w:p w14:paraId="55D3AA85" w14:textId="77777777" w:rsidR="007512B9" w:rsidRPr="00AE665A" w:rsidRDefault="007512B9" w:rsidP="007512B9">
      <w:pPr>
        <w:spacing w:line="240" w:lineRule="exact"/>
        <w:ind w:leftChars="100" w:left="210" w:firstLineChars="300" w:firstLine="480"/>
        <w:rPr>
          <w:sz w:val="16"/>
          <w:szCs w:val="14"/>
        </w:rPr>
      </w:pPr>
      <w:r w:rsidRPr="00AE665A">
        <w:rPr>
          <w:rFonts w:hint="eastAsia"/>
          <w:sz w:val="16"/>
          <w:szCs w:val="14"/>
        </w:rPr>
        <w:t>所在地、名称及び代表者の氏名</w:t>
      </w:r>
    </w:p>
    <w:p w14:paraId="3693EC78" w14:textId="77777777" w:rsidR="00D049DE" w:rsidRDefault="00D049DE"/>
    <w:p w14:paraId="3508BE7A" w14:textId="77777777" w:rsidR="007512B9" w:rsidRPr="007512B9" w:rsidRDefault="007512B9"/>
    <w:p w14:paraId="63E37F4C" w14:textId="2A99A401" w:rsidR="00D049DE" w:rsidRPr="001B50B2" w:rsidRDefault="00F60FB0" w:rsidP="007512B9">
      <w:pPr>
        <w:spacing w:afterLines="50" w:after="167"/>
      </w:pPr>
      <w:r w:rsidRPr="001B50B2">
        <w:rPr>
          <w:rFonts w:hint="eastAsia"/>
        </w:rPr>
        <w:t>３</w:t>
      </w:r>
      <w:r w:rsidR="00F65ABA" w:rsidRPr="001B50B2">
        <w:rPr>
          <w:rFonts w:hint="eastAsia"/>
        </w:rPr>
        <w:t xml:space="preserve">　</w:t>
      </w:r>
      <w:r w:rsidR="00F65ABA" w:rsidRPr="001B50B2">
        <w:rPr>
          <w:rFonts w:hint="eastAsia"/>
          <w:u w:val="single"/>
        </w:rPr>
        <w:t>確認申請枚数　　　　　　　　　枚</w:t>
      </w:r>
    </w:p>
    <w:tbl>
      <w:tblPr>
        <w:tblW w:w="9110" w:type="dxa"/>
        <w:tblInd w:w="38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31"/>
        <w:gridCol w:w="3118"/>
        <w:gridCol w:w="3261"/>
      </w:tblGrid>
      <w:tr w:rsidR="007512B9" w:rsidRPr="00002BD5" w14:paraId="3C3C233C" w14:textId="77777777" w:rsidTr="00174252">
        <w:tc>
          <w:tcPr>
            <w:tcW w:w="2731" w:type="dxa"/>
            <w:vAlign w:val="center"/>
          </w:tcPr>
          <w:p w14:paraId="614AE305" w14:textId="77777777" w:rsidR="007512B9" w:rsidRPr="00002BD5" w:rsidRDefault="007512B9" w:rsidP="00174252">
            <w:pPr>
              <w:ind w:leftChars="150" w:left="315" w:rightChars="150" w:right="315"/>
              <w:jc w:val="distribute"/>
            </w:pPr>
            <w:r w:rsidRPr="00002BD5">
              <w:rPr>
                <w:rFonts w:hint="eastAsia"/>
              </w:rPr>
              <w:t>区分</w:t>
            </w:r>
          </w:p>
        </w:tc>
        <w:tc>
          <w:tcPr>
            <w:tcW w:w="3118" w:type="dxa"/>
            <w:vAlign w:val="center"/>
          </w:tcPr>
          <w:p w14:paraId="10F41827" w14:textId="743A335C" w:rsidR="007512B9" w:rsidRPr="00002BD5" w:rsidRDefault="007512B9" w:rsidP="00174252">
            <w:pPr>
              <w:ind w:leftChars="150" w:left="315" w:rightChars="150" w:right="315"/>
              <w:jc w:val="distribute"/>
            </w:pPr>
            <w:r>
              <w:rPr>
                <w:rFonts w:hint="eastAsia"/>
              </w:rPr>
              <w:t>作成枚数</w:t>
            </w:r>
          </w:p>
        </w:tc>
        <w:tc>
          <w:tcPr>
            <w:tcW w:w="3261" w:type="dxa"/>
            <w:vAlign w:val="center"/>
          </w:tcPr>
          <w:p w14:paraId="7F4F41C4" w14:textId="1E8A8293" w:rsidR="007512B9" w:rsidRPr="00AE665A" w:rsidRDefault="007512B9" w:rsidP="00174252">
            <w:pPr>
              <w:ind w:leftChars="150" w:left="315" w:rightChars="150" w:right="315"/>
              <w:jc w:val="distribute"/>
              <w:rPr>
                <w:spacing w:val="-20"/>
              </w:rPr>
            </w:pPr>
            <w:r w:rsidRPr="00AE665A">
              <w:rPr>
                <w:rFonts w:hint="eastAsia"/>
                <w:spacing w:val="-20"/>
              </w:rPr>
              <w:t>左のうち確認済</w:t>
            </w:r>
            <w:r>
              <w:rPr>
                <w:rFonts w:hint="eastAsia"/>
                <w:spacing w:val="-20"/>
              </w:rPr>
              <w:t>枚数</w:t>
            </w:r>
          </w:p>
          <w:p w14:paraId="1E9B05D9" w14:textId="05C42BEC" w:rsidR="007512B9" w:rsidRPr="00AE665A" w:rsidRDefault="007512B9" w:rsidP="00174252">
            <w:pPr>
              <w:ind w:leftChars="150" w:left="315" w:rightChars="150" w:right="315"/>
              <w:jc w:val="distribute"/>
              <w:rPr>
                <w:spacing w:val="-20"/>
              </w:rPr>
            </w:pPr>
            <w:r w:rsidRPr="00AE665A">
              <w:rPr>
                <w:rFonts w:hint="eastAsia"/>
                <w:spacing w:val="-20"/>
              </w:rPr>
              <w:t>又は確認申請</w:t>
            </w:r>
            <w:r>
              <w:rPr>
                <w:rFonts w:hint="eastAsia"/>
                <w:spacing w:val="-20"/>
              </w:rPr>
              <w:t>枚数</w:t>
            </w:r>
          </w:p>
        </w:tc>
      </w:tr>
      <w:tr w:rsidR="001E5DB8" w:rsidRPr="00002BD5" w14:paraId="23D9C705" w14:textId="77777777" w:rsidTr="00174252">
        <w:trPr>
          <w:cantSplit/>
          <w:trHeight w:val="680"/>
        </w:trPr>
        <w:tc>
          <w:tcPr>
            <w:tcW w:w="2731" w:type="dxa"/>
            <w:vAlign w:val="center"/>
          </w:tcPr>
          <w:p w14:paraId="6A20809F" w14:textId="00E05E61" w:rsidR="001E5DB8" w:rsidRPr="00002BD5" w:rsidRDefault="001E5DB8" w:rsidP="001E5DB8">
            <w:pPr>
              <w:jc w:val="distribute"/>
            </w:pPr>
            <w:r w:rsidRPr="00463191">
              <w:rPr>
                <w:rFonts w:hint="eastAsia"/>
                <w:kern w:val="0"/>
                <w:fitText w:val="1890" w:id="-514019840"/>
              </w:rPr>
              <w:t>前回までの累積枚数</w:t>
            </w:r>
            <w:r w:rsidRPr="00002BD5">
              <w:t>(</w:t>
            </w:r>
            <w:r>
              <w:rPr>
                <w:rFonts w:hint="eastAsia"/>
              </w:rPr>
              <w:t>Ａ</w:t>
            </w:r>
            <w:r w:rsidRPr="00002BD5">
              <w:t>)</w:t>
            </w:r>
          </w:p>
        </w:tc>
        <w:tc>
          <w:tcPr>
            <w:tcW w:w="3118" w:type="dxa"/>
            <w:vAlign w:val="center"/>
          </w:tcPr>
          <w:p w14:paraId="7BF34D11" w14:textId="69538939" w:rsidR="001E5DB8" w:rsidRPr="00002BD5" w:rsidRDefault="001E5DB8" w:rsidP="001E5DB8">
            <w:pPr>
              <w:pStyle w:val="a9"/>
            </w:pPr>
            <w:r>
              <w:rPr>
                <w:rFonts w:hint="eastAsia"/>
              </w:rPr>
              <w:t>枚</w:t>
            </w:r>
          </w:p>
        </w:tc>
        <w:tc>
          <w:tcPr>
            <w:tcW w:w="3261" w:type="dxa"/>
            <w:vAlign w:val="center"/>
          </w:tcPr>
          <w:p w14:paraId="3FE0884D" w14:textId="759A01F7" w:rsidR="001E5DB8" w:rsidRPr="00002BD5" w:rsidRDefault="001E5DB8" w:rsidP="001E5DB8">
            <w:pPr>
              <w:pStyle w:val="a9"/>
            </w:pPr>
            <w:r>
              <w:rPr>
                <w:rFonts w:hint="eastAsia"/>
              </w:rPr>
              <w:t>枚</w:t>
            </w:r>
          </w:p>
        </w:tc>
      </w:tr>
      <w:tr w:rsidR="001E5DB8" w:rsidRPr="00002BD5" w14:paraId="3FF16BC4" w14:textId="77777777" w:rsidTr="00174252">
        <w:trPr>
          <w:cantSplit/>
          <w:trHeight w:val="680"/>
        </w:trPr>
        <w:tc>
          <w:tcPr>
            <w:tcW w:w="2731" w:type="dxa"/>
            <w:vAlign w:val="center"/>
          </w:tcPr>
          <w:p w14:paraId="74B4C482" w14:textId="784B03B8" w:rsidR="001E5DB8" w:rsidRPr="00002BD5" w:rsidRDefault="001E5DB8" w:rsidP="001E5DB8">
            <w:pPr>
              <w:jc w:val="distribute"/>
            </w:pPr>
            <w:r w:rsidRPr="00463191">
              <w:rPr>
                <w:rFonts w:hint="eastAsia"/>
                <w:spacing w:val="105"/>
                <w:kern w:val="0"/>
                <w:fitText w:val="1890" w:id="-514019839"/>
              </w:rPr>
              <w:t>今回の枚</w:t>
            </w:r>
            <w:r w:rsidRPr="00463191">
              <w:rPr>
                <w:rFonts w:hint="eastAsia"/>
                <w:kern w:val="0"/>
                <w:fitText w:val="1890" w:id="-514019839"/>
              </w:rPr>
              <w:t>数</w:t>
            </w:r>
            <w:r w:rsidRPr="00002BD5">
              <w:t>(</w:t>
            </w:r>
            <w:r>
              <w:rPr>
                <w:rFonts w:hint="eastAsia"/>
              </w:rPr>
              <w:t>Ｂ</w:t>
            </w:r>
            <w:r w:rsidRPr="00002BD5">
              <w:t>)</w:t>
            </w:r>
          </w:p>
        </w:tc>
        <w:tc>
          <w:tcPr>
            <w:tcW w:w="3118" w:type="dxa"/>
            <w:vAlign w:val="center"/>
          </w:tcPr>
          <w:p w14:paraId="55E3AA2F" w14:textId="44C42C2B" w:rsidR="001E5DB8" w:rsidRPr="00002BD5" w:rsidRDefault="001E5DB8" w:rsidP="001E5DB8">
            <w:pPr>
              <w:pStyle w:val="a9"/>
            </w:pPr>
            <w:r>
              <w:rPr>
                <w:rFonts w:hint="eastAsia"/>
              </w:rPr>
              <w:t>枚</w:t>
            </w:r>
          </w:p>
        </w:tc>
        <w:tc>
          <w:tcPr>
            <w:tcW w:w="3261" w:type="dxa"/>
            <w:vAlign w:val="center"/>
          </w:tcPr>
          <w:p w14:paraId="1A04A9C3" w14:textId="304A626F" w:rsidR="001E5DB8" w:rsidRPr="00002BD5" w:rsidRDefault="001E5DB8" w:rsidP="001E5DB8">
            <w:pPr>
              <w:pStyle w:val="a9"/>
            </w:pPr>
            <w:r>
              <w:rPr>
                <w:rFonts w:hint="eastAsia"/>
              </w:rPr>
              <w:t>枚</w:t>
            </w:r>
          </w:p>
        </w:tc>
      </w:tr>
      <w:tr w:rsidR="001E5DB8" w:rsidRPr="00002BD5" w14:paraId="7A784215" w14:textId="77777777" w:rsidTr="00174252">
        <w:trPr>
          <w:cantSplit/>
          <w:trHeight w:val="680"/>
        </w:trPr>
        <w:tc>
          <w:tcPr>
            <w:tcW w:w="2731" w:type="dxa"/>
            <w:vAlign w:val="center"/>
          </w:tcPr>
          <w:p w14:paraId="2BC01472" w14:textId="0BC96D6E" w:rsidR="001E5DB8" w:rsidRPr="00002BD5" w:rsidRDefault="001E5DB8" w:rsidP="001E5DB8">
            <w:pPr>
              <w:jc w:val="distribute"/>
            </w:pPr>
            <w:r w:rsidRPr="00463191">
              <w:rPr>
                <w:rFonts w:hint="eastAsia"/>
                <w:spacing w:val="262"/>
                <w:kern w:val="0"/>
                <w:fitText w:val="1680" w:id="-514019582"/>
              </w:rPr>
              <w:t>枚数</w:t>
            </w:r>
            <w:r w:rsidRPr="00463191">
              <w:rPr>
                <w:rFonts w:hint="eastAsia"/>
                <w:spacing w:val="1"/>
                <w:kern w:val="0"/>
                <w:fitText w:val="1680" w:id="-514019582"/>
              </w:rPr>
              <w:t>計</w:t>
            </w:r>
            <w:r w:rsidRPr="00463191">
              <w:rPr>
                <w:w w:val="80"/>
                <w:kern w:val="0"/>
                <w:fitText w:val="840" w:id="-514019581"/>
              </w:rPr>
              <w:t>(</w:t>
            </w:r>
            <w:r w:rsidRPr="00463191">
              <w:rPr>
                <w:rFonts w:hint="eastAsia"/>
                <w:w w:val="80"/>
                <w:kern w:val="0"/>
                <w:fitText w:val="840" w:id="-514019581"/>
              </w:rPr>
              <w:t>Ａ</w:t>
            </w:r>
            <w:r w:rsidRPr="00463191">
              <w:rPr>
                <w:w w:val="80"/>
                <w:kern w:val="0"/>
                <w:fitText w:val="840" w:id="-514019581"/>
              </w:rPr>
              <w:t>)</w:t>
            </w:r>
            <w:r w:rsidRPr="00463191">
              <w:rPr>
                <w:rFonts w:hint="eastAsia"/>
                <w:w w:val="80"/>
                <w:kern w:val="0"/>
                <w:fitText w:val="840" w:id="-514019581"/>
              </w:rPr>
              <w:t>＋</w:t>
            </w:r>
            <w:r w:rsidRPr="00463191">
              <w:rPr>
                <w:w w:val="80"/>
                <w:kern w:val="0"/>
                <w:fitText w:val="840" w:id="-514019581"/>
              </w:rPr>
              <w:t>(</w:t>
            </w:r>
            <w:r w:rsidRPr="00463191">
              <w:rPr>
                <w:rFonts w:hint="eastAsia"/>
                <w:w w:val="80"/>
                <w:kern w:val="0"/>
                <w:fitText w:val="840" w:id="-514019581"/>
              </w:rPr>
              <w:t>Ｂ</w:t>
            </w:r>
            <w:r w:rsidRPr="00463191">
              <w:rPr>
                <w:spacing w:val="3"/>
                <w:w w:val="80"/>
                <w:kern w:val="0"/>
                <w:fitText w:val="840" w:id="-514019581"/>
              </w:rPr>
              <w:t>)</w:t>
            </w:r>
          </w:p>
        </w:tc>
        <w:tc>
          <w:tcPr>
            <w:tcW w:w="3118" w:type="dxa"/>
            <w:vAlign w:val="center"/>
          </w:tcPr>
          <w:p w14:paraId="02DD35E1" w14:textId="34DF4D01" w:rsidR="001E5DB8" w:rsidRPr="00002BD5" w:rsidRDefault="001E5DB8" w:rsidP="001E5DB8">
            <w:pPr>
              <w:pStyle w:val="a9"/>
            </w:pPr>
            <w:r>
              <w:rPr>
                <w:rFonts w:hint="eastAsia"/>
              </w:rPr>
              <w:t>枚</w:t>
            </w:r>
          </w:p>
        </w:tc>
        <w:tc>
          <w:tcPr>
            <w:tcW w:w="3261" w:type="dxa"/>
            <w:vAlign w:val="center"/>
          </w:tcPr>
          <w:p w14:paraId="7B68B1C1" w14:textId="30AEFFFC" w:rsidR="001E5DB8" w:rsidRPr="00002BD5" w:rsidRDefault="001E5DB8" w:rsidP="001E5DB8">
            <w:pPr>
              <w:pStyle w:val="a9"/>
            </w:pPr>
            <w:r>
              <w:rPr>
                <w:rFonts w:hint="eastAsia"/>
              </w:rPr>
              <w:t>枚</w:t>
            </w:r>
          </w:p>
        </w:tc>
      </w:tr>
    </w:tbl>
    <w:p w14:paraId="693082E6" w14:textId="77777777" w:rsidR="007512B9" w:rsidRDefault="007512B9" w:rsidP="007512B9">
      <w:pPr>
        <w:spacing w:line="240" w:lineRule="exact"/>
        <w:ind w:left="320" w:hangingChars="200" w:hanging="320"/>
        <w:rPr>
          <w:sz w:val="16"/>
          <w:szCs w:val="14"/>
        </w:rPr>
      </w:pPr>
      <w:r w:rsidRPr="00AE665A">
        <w:rPr>
          <w:sz w:val="16"/>
          <w:szCs w:val="14"/>
        </w:rPr>
        <w:t>(備考)</w:t>
      </w:r>
    </w:p>
    <w:p w14:paraId="051AA9E5" w14:textId="46E287E6" w:rsidR="007512B9" w:rsidRDefault="007512B9" w:rsidP="007512B9">
      <w:pPr>
        <w:spacing w:line="240" w:lineRule="exact"/>
        <w:ind w:leftChars="100" w:left="370" w:hangingChars="100" w:hanging="160"/>
        <w:rPr>
          <w:sz w:val="16"/>
          <w:szCs w:val="14"/>
        </w:rPr>
      </w:pPr>
      <w:r>
        <w:rPr>
          <w:rFonts w:hint="eastAsia"/>
          <w:sz w:val="16"/>
          <w:szCs w:val="14"/>
        </w:rPr>
        <w:t xml:space="preserve">１　</w:t>
      </w:r>
      <w:r w:rsidRPr="00AE665A">
        <w:rPr>
          <w:sz w:val="16"/>
          <w:szCs w:val="14"/>
        </w:rPr>
        <w:t>この申請書は、</w:t>
      </w:r>
      <w:r>
        <w:rPr>
          <w:rFonts w:hint="eastAsia"/>
          <w:sz w:val="16"/>
          <w:szCs w:val="14"/>
        </w:rPr>
        <w:t>ビラ作成</w:t>
      </w:r>
      <w:r w:rsidRPr="00AE665A">
        <w:rPr>
          <w:sz w:val="16"/>
          <w:szCs w:val="14"/>
        </w:rPr>
        <w:t>業者ごとに別々に候補者から選挙管理委員会に提出すること。</w:t>
      </w:r>
    </w:p>
    <w:p w14:paraId="3BE2E9AD" w14:textId="1EF75B6F" w:rsidR="007512B9" w:rsidRPr="00AE665A" w:rsidRDefault="007512B9" w:rsidP="007512B9">
      <w:pPr>
        <w:spacing w:line="240" w:lineRule="exact"/>
        <w:ind w:leftChars="100" w:left="370" w:hangingChars="100" w:hanging="160"/>
        <w:rPr>
          <w:sz w:val="16"/>
          <w:szCs w:val="14"/>
        </w:rPr>
      </w:pPr>
      <w:r>
        <w:rPr>
          <w:rFonts w:hint="eastAsia"/>
          <w:sz w:val="16"/>
          <w:szCs w:val="14"/>
        </w:rPr>
        <w:t xml:space="preserve">２　</w:t>
      </w:r>
      <w:r w:rsidRPr="00AE665A">
        <w:rPr>
          <w:sz w:val="16"/>
          <w:szCs w:val="14"/>
        </w:rPr>
        <w:t>「前回までの累積</w:t>
      </w:r>
      <w:r>
        <w:rPr>
          <w:rFonts w:hint="eastAsia"/>
          <w:sz w:val="16"/>
          <w:szCs w:val="14"/>
        </w:rPr>
        <w:t>枚数</w:t>
      </w:r>
      <w:r w:rsidRPr="00AE665A">
        <w:rPr>
          <w:sz w:val="16"/>
          <w:szCs w:val="14"/>
        </w:rPr>
        <w:t>」には、他の</w:t>
      </w:r>
      <w:r>
        <w:rPr>
          <w:rFonts w:hint="eastAsia"/>
          <w:sz w:val="16"/>
          <w:szCs w:val="14"/>
        </w:rPr>
        <w:t>ビラ作成</w:t>
      </w:r>
      <w:r w:rsidRPr="00AE665A">
        <w:rPr>
          <w:sz w:val="16"/>
          <w:szCs w:val="14"/>
        </w:rPr>
        <w:t>業者</w:t>
      </w:r>
      <w:r>
        <w:rPr>
          <w:rFonts w:hint="eastAsia"/>
          <w:sz w:val="16"/>
          <w:szCs w:val="14"/>
        </w:rPr>
        <w:t>によって作成された枚数</w:t>
      </w:r>
      <w:r w:rsidRPr="00AE665A">
        <w:rPr>
          <w:sz w:val="16"/>
          <w:szCs w:val="14"/>
        </w:rPr>
        <w:t>をも含めて記載すること。</w:t>
      </w:r>
    </w:p>
    <w:p w14:paraId="6DE88688" w14:textId="64CB600B" w:rsidR="00D049DE" w:rsidRPr="007512B9" w:rsidRDefault="00D049DE" w:rsidP="007512B9">
      <w:pPr>
        <w:ind w:firstLineChars="50" w:firstLine="105"/>
      </w:pPr>
    </w:p>
    <w:sectPr w:rsidR="00D049DE" w:rsidRPr="007512B9" w:rsidSect="007512B9">
      <w:footerReference w:type="default" r:id="rId6"/>
      <w:pgSz w:w="11906" w:h="16838" w:code="9"/>
      <w:pgMar w:top="1418" w:right="1247" w:bottom="1418" w:left="1247" w:header="284" w:footer="567"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60A29" w14:textId="77777777" w:rsidR="00721BCB" w:rsidRDefault="00721BCB" w:rsidP="00220559">
      <w:r>
        <w:separator/>
      </w:r>
    </w:p>
  </w:endnote>
  <w:endnote w:type="continuationSeparator" w:id="0">
    <w:p w14:paraId="1C036A97" w14:textId="77777777" w:rsidR="00721BCB" w:rsidRDefault="00721BCB" w:rsidP="00220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3E9BE" w14:textId="0E22C16A" w:rsidR="007512B9" w:rsidRDefault="007512B9" w:rsidP="007512B9">
    <w:pPr>
      <w:pStyle w:val="a5"/>
      <w:jc w:val="right"/>
    </w:pPr>
    <w:r w:rsidRPr="007512B9">
      <w:rPr>
        <w:rFonts w:hint="eastAsia"/>
      </w:rPr>
      <w:t>〔様式</w:t>
    </w:r>
    <w:r w:rsidRPr="007512B9">
      <w:t>35</w:t>
    </w:r>
    <w:r w:rsidRPr="007512B9">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662E36" w14:textId="77777777" w:rsidR="00721BCB" w:rsidRDefault="00721BCB" w:rsidP="00220559">
      <w:r>
        <w:separator/>
      </w:r>
    </w:p>
  </w:footnote>
  <w:footnote w:type="continuationSeparator" w:id="0">
    <w:p w14:paraId="4C6A85C0" w14:textId="77777777" w:rsidR="00721BCB" w:rsidRDefault="00721BCB" w:rsidP="002205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dirty"/>
  <w:attachedTemplate r:id="rId1"/>
  <w:doNotTrackMoves/>
  <w:defaultTabStop w:val="851"/>
  <w:drawingGridHorizontalSpacing w:val="105"/>
  <w:drawingGridVerticalSpacing w:val="335"/>
  <w:displayHorizontalDrawingGridEvery w:val="0"/>
  <w:characterSpacingControl w:val="doNotCompress"/>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20559"/>
    <w:rsid w:val="000B667E"/>
    <w:rsid w:val="001B50B2"/>
    <w:rsid w:val="001E5DB8"/>
    <w:rsid w:val="00203574"/>
    <w:rsid w:val="00220559"/>
    <w:rsid w:val="003A7FB9"/>
    <w:rsid w:val="00502808"/>
    <w:rsid w:val="00544C90"/>
    <w:rsid w:val="005A5B4C"/>
    <w:rsid w:val="006948EA"/>
    <w:rsid w:val="00721BCB"/>
    <w:rsid w:val="007512B9"/>
    <w:rsid w:val="00794D38"/>
    <w:rsid w:val="00A72CBE"/>
    <w:rsid w:val="00AE540D"/>
    <w:rsid w:val="00B06B78"/>
    <w:rsid w:val="00C52E45"/>
    <w:rsid w:val="00C9365B"/>
    <w:rsid w:val="00CD1A58"/>
    <w:rsid w:val="00D049DE"/>
    <w:rsid w:val="00DC0618"/>
    <w:rsid w:val="00E036C5"/>
    <w:rsid w:val="00E3798D"/>
    <w:rsid w:val="00F60FB0"/>
    <w:rsid w:val="00F65ABA"/>
    <w:rsid w:val="00FF5870"/>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v:textbox inset="5.85pt,.7pt,5.85pt,.7pt"/>
    </o:shapedefaults>
    <o:shapelayout v:ext="edit">
      <o:idmap v:ext="edit" data="2"/>
    </o:shapelayout>
  </w:shapeDefaults>
  <w:decimalSymbol w:val="."/>
  <w:listSeparator w:val=","/>
  <w14:docId w14:val="46B2A854"/>
  <w14:defaultImageDpi w14:val="0"/>
  <w15:docId w15:val="{E5E5C52D-BFAC-404A-90E0-D348B3D64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macro" w:locked="1" w:semiHidden="1" w:unhideWhenUsed="1"/>
    <w:lsdException w:name="List Bullet" w:locked="1" w:semiHidden="1" w:unhideWhenUsed="1"/>
    <w:lsdException w:name="List Number" w:locked="1" w:semiHidden="1" w:unhideWhenUsed="1"/>
    <w:lsdException w:name="Title" w:locked="1" w:uiPriority="10" w:qFormat="1"/>
    <w:lsdException w:name="Default Paragraph Font" w:locked="1" w:semiHidden="1" w:uiPriority="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paragraph" w:styleId="a7">
    <w:name w:val="Note Heading"/>
    <w:basedOn w:val="a"/>
    <w:next w:val="a"/>
    <w:link w:val="a8"/>
    <w:uiPriority w:val="99"/>
    <w:semiHidden/>
    <w:pPr>
      <w:jc w:val="center"/>
    </w:pPr>
  </w:style>
  <w:style w:type="character" w:customStyle="1" w:styleId="a8">
    <w:name w:val="記 (文字)"/>
    <w:basedOn w:val="a0"/>
    <w:link w:val="a7"/>
    <w:uiPriority w:val="99"/>
    <w:semiHidden/>
    <w:locked/>
    <w:rPr>
      <w:rFonts w:ascii="ＭＳ 明朝" w:cs="Times New Roman"/>
      <w:kern w:val="2"/>
      <w:sz w:val="21"/>
    </w:rPr>
  </w:style>
  <w:style w:type="paragraph" w:styleId="a9">
    <w:name w:val="Closing"/>
    <w:basedOn w:val="a"/>
    <w:next w:val="a"/>
    <w:link w:val="aa"/>
    <w:uiPriority w:val="99"/>
    <w:semiHidden/>
    <w:pPr>
      <w:jc w:val="right"/>
    </w:pPr>
  </w:style>
  <w:style w:type="character" w:customStyle="1" w:styleId="aa">
    <w:name w:val="結語 (文字)"/>
    <w:basedOn w:val="a0"/>
    <w:link w:val="a9"/>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iwamoto\&#12487;&#12473;&#12463;&#12488;&#12483;&#12503;\Template\RB&#65293;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Template>
  <TotalTime>9</TotalTime>
  <Pages>1</Pages>
  <Words>68</Words>
  <Characters>391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森下秀樹</dc:creator>
  <cp:keywords/>
  <dc:description/>
  <cp:lastModifiedBy>nakase.101</cp:lastModifiedBy>
  <cp:revision>6</cp:revision>
  <cp:lastPrinted>2022-01-21T12:29:00Z</cp:lastPrinted>
  <dcterms:created xsi:type="dcterms:W3CDTF">2022-01-05T05:52:00Z</dcterms:created>
  <dcterms:modified xsi:type="dcterms:W3CDTF">2026-01-11T09:48:00Z</dcterms:modified>
</cp:coreProperties>
</file>